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4FB09C7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95223" w:rsidRPr="00B95223">
        <w:rPr>
          <w:szCs w:val="20"/>
          <w:lang w:val="sr-Latn-RS"/>
        </w:rPr>
        <w:t xml:space="preserve"> V</w:t>
      </w:r>
      <w:bookmarkStart w:id="1" w:name="_GoBack"/>
      <w:bookmarkEnd w:id="1"/>
      <w:r w:rsidR="00B95223" w:rsidRPr="00B95223">
        <w:rPr>
          <w:szCs w:val="20"/>
          <w:lang w:val="sr-Cyrl-RS"/>
        </w:rPr>
        <w:t>/20</w:t>
      </w:r>
      <w:r w:rsidR="00B95223" w:rsidRPr="00B95223">
        <w:rPr>
          <w:szCs w:val="20"/>
          <w:lang w:val="sr-Latn-RS"/>
        </w:rPr>
        <w:t>2</w:t>
      </w:r>
      <w:r w:rsidR="00281026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1628B0FE" w:rsidR="00B758A6" w:rsidRPr="00281026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843C41">
        <w:rPr>
          <w:b/>
          <w:lang w:val="sr-Cyrl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843C41" w:rsidRPr="00281026">
        <w:rPr>
          <w:b/>
          <w:lang w:val="ru-RU"/>
        </w:rPr>
        <w:t>СТАНДАРДИ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81026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95223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101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2021-07-15T13:36:00Z</dcterms:created>
  <dcterms:modified xsi:type="dcterms:W3CDTF">2023-06-01T07:28:00Z</dcterms:modified>
</cp:coreProperties>
</file>